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CFBB4" w14:textId="005DF607" w:rsidR="00A756D0" w:rsidRPr="005E03C7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E03C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D51ED">
        <w:rPr>
          <w:rFonts w:asciiTheme="majorHAnsi" w:eastAsia="Times New Roman" w:hAnsiTheme="majorHAnsi" w:cs="Times New Roman"/>
          <w:lang w:eastAsia="cs-CZ"/>
        </w:rPr>
        <w:t>2</w:t>
      </w:r>
      <w:bookmarkStart w:id="0" w:name="_GoBack"/>
      <w:bookmarkEnd w:id="0"/>
      <w:r w:rsidR="00DF3938">
        <w:rPr>
          <w:rFonts w:asciiTheme="majorHAnsi" w:eastAsia="Times New Roman" w:hAnsiTheme="majorHAnsi" w:cs="Times New Roman"/>
          <w:lang w:eastAsia="cs-CZ"/>
        </w:rPr>
        <w:t xml:space="preserve"> Kupní smlouvy</w:t>
      </w:r>
    </w:p>
    <w:p w14:paraId="684108BF" w14:textId="65B5C99F" w:rsidR="000E63D6" w:rsidRDefault="00535F9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Ceník pro I. část veřejné zakázky</w:t>
      </w:r>
    </w:p>
    <w:p w14:paraId="50E97740" w14:textId="0563EBEB" w:rsidR="009F772C" w:rsidRPr="009F772C" w:rsidRDefault="00367EAA" w:rsidP="009F772C">
      <w:pPr>
        <w:pStyle w:val="Odstavecseseznamem"/>
        <w:numPr>
          <w:ilvl w:val="0"/>
          <w:numId w:val="41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lang w:eastAsia="cs-CZ"/>
        </w:rPr>
      </w:pPr>
      <w:r w:rsidRPr="00BD273C">
        <w:rPr>
          <w:b/>
        </w:rPr>
        <w:t>Testovací přípravky funkce STOP 2021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818"/>
        <w:gridCol w:w="1818"/>
        <w:gridCol w:w="1818"/>
        <w:gridCol w:w="1818"/>
        <w:gridCol w:w="1818"/>
        <w:gridCol w:w="1818"/>
      </w:tblGrid>
      <w:tr w:rsidR="00DF3938" w14:paraId="776786CE" w14:textId="75D58F44" w:rsidTr="00057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D9D9D9" w:themeFill="background1" w:themeFillShade="D9"/>
          </w:tcPr>
          <w:p w14:paraId="0490C44E" w14:textId="7A0520FD" w:rsidR="00095E9E" w:rsidRPr="00095E9E" w:rsidRDefault="00095E9E" w:rsidP="00367EAA">
            <w:pPr>
              <w:spacing w:before="120"/>
              <w:jc w:val="center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Předmět </w:t>
            </w:r>
            <w:r w:rsidR="00367EA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koupě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14:paraId="40C7A9F2" w14:textId="3F5EC4FD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bez DPH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14:paraId="46CF78F0" w14:textId="0ECBDDBC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14:paraId="205F68BB" w14:textId="4C9AAE42" w:rsidR="00095E9E" w:rsidRPr="00095E9E" w:rsidRDefault="00095E9E" w:rsidP="00670FC5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670FC5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ks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včetně DPH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14:paraId="074183BC" w14:textId="26CD4F49" w:rsidR="00095E9E" w:rsidRPr="00095E9E" w:rsidRDefault="00095E9E" w:rsidP="0005735A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 k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s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="009F772C"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bez DPH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14:paraId="0DA8E66A" w14:textId="796CF627" w:rsidR="00095E9E" w:rsidRPr="00095E9E" w:rsidRDefault="00095E9E" w:rsidP="00095E9E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14:paraId="1CE60F14" w14:textId="2E73BC31" w:rsidR="00095E9E" w:rsidRDefault="00095E9E" w:rsidP="0005735A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včetně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DPH</w:t>
            </w:r>
          </w:p>
        </w:tc>
      </w:tr>
      <w:tr w:rsidR="00095E9E" w14:paraId="45A80282" w14:textId="40DD30FB" w:rsidTr="00057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9AB7FED" w14:textId="546E82DA" w:rsidR="00095E9E" w:rsidRDefault="00367EAA" w:rsidP="009F772C">
            <w:pPr>
              <w:spacing w:before="12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  <w:r w:rsidRPr="00367EAA">
              <w:rPr>
                <w:bCs/>
                <w:iCs/>
                <w:sz w:val="16"/>
                <w:szCs w:val="16"/>
              </w:rPr>
              <w:t xml:space="preserve">TESTOVACÍ PŘÍPRAVKY GSM-R STOP pro radiostanice RADOM FXM20 s GSM-R moduly MT2 </w:t>
            </w:r>
            <w:proofErr w:type="spellStart"/>
            <w:r w:rsidRPr="00367EAA">
              <w:rPr>
                <w:bCs/>
                <w:iCs/>
                <w:sz w:val="16"/>
                <w:szCs w:val="16"/>
              </w:rPr>
              <w:t>Funkwerk</w:t>
            </w:r>
            <w:proofErr w:type="spellEnd"/>
          </w:p>
        </w:tc>
        <w:tc>
          <w:tcPr>
            <w:tcW w:w="1818" w:type="dxa"/>
          </w:tcPr>
          <w:p w14:paraId="5A36A5F5" w14:textId="6A624136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="000E2248"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35780F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652530DC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EFA48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0A5476F7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12C9F95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1F4B1576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96E405C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6EBE36FB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9B579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21EAB0CD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00ACE84D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</w:tr>
      <w:tr w:rsidR="00095E9E" w14:paraId="42C11417" w14:textId="045880A8" w:rsidTr="00095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974FD15" w14:textId="4311F475" w:rsidR="00095E9E" w:rsidRDefault="00367EAA" w:rsidP="0005735A">
            <w:pPr>
              <w:spacing w:before="12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  <w:r w:rsidRPr="00367EAA">
              <w:rPr>
                <w:bCs/>
                <w:iCs/>
                <w:sz w:val="16"/>
                <w:szCs w:val="16"/>
              </w:rPr>
              <w:t xml:space="preserve">TESTOVACÍ PŘÍPRAVKY GSM-R STOP pro radiostanice RADOM FXM20 s GSM-R moduly </w:t>
            </w:r>
            <w:r w:rsidR="0005735A" w:rsidRPr="0005735A">
              <w:rPr>
                <w:bCs/>
                <w:iCs/>
                <w:sz w:val="16"/>
                <w:szCs w:val="16"/>
              </w:rPr>
              <w:t>TRC-5RMe (</w:t>
            </w:r>
            <w:proofErr w:type="spellStart"/>
            <w:r w:rsidR="0005735A" w:rsidRPr="0005735A">
              <w:rPr>
                <w:bCs/>
                <w:iCs/>
                <w:sz w:val="16"/>
                <w:szCs w:val="16"/>
              </w:rPr>
              <w:t>Ext</w:t>
            </w:r>
            <w:proofErr w:type="spellEnd"/>
            <w:r w:rsidR="0005735A" w:rsidRPr="0005735A">
              <w:rPr>
                <w:bCs/>
                <w:iCs/>
                <w:sz w:val="16"/>
                <w:szCs w:val="16"/>
              </w:rPr>
              <w:t xml:space="preserve">.) </w:t>
            </w:r>
            <w:proofErr w:type="spellStart"/>
            <w:r w:rsidR="0005735A" w:rsidRPr="0005735A">
              <w:rPr>
                <w:bCs/>
                <w:iCs/>
                <w:sz w:val="16"/>
                <w:szCs w:val="16"/>
              </w:rPr>
              <w:t>Triorail</w:t>
            </w:r>
            <w:proofErr w:type="spellEnd"/>
          </w:p>
        </w:tc>
        <w:tc>
          <w:tcPr>
            <w:tcW w:w="1818" w:type="dxa"/>
          </w:tcPr>
          <w:p w14:paraId="320EDACE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781DEFE2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3E14F23B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F88A877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504181D5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8B39E58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4D1DE16E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0DCE69E4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27D6F4E7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515F4C5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1444593E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524C66BA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</w:tr>
    </w:tbl>
    <w:p w14:paraId="452F47E4" w14:textId="3DE4B6D4" w:rsidR="009F392E" w:rsidRPr="006177DB" w:rsidRDefault="009F392E" w:rsidP="0005735A">
      <w:pPr>
        <w:spacing w:before="120" w:line="240" w:lineRule="auto"/>
        <w:jc w:val="both"/>
        <w:rPr>
          <w:highlight w:val="yellow"/>
        </w:rPr>
      </w:pPr>
    </w:p>
    <w:sectPr w:rsidR="009F392E" w:rsidRPr="006177DB" w:rsidSect="00F83D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91CFA" w14:textId="77777777" w:rsidR="00EF20E9" w:rsidRDefault="00EF20E9" w:rsidP="00962258">
      <w:pPr>
        <w:spacing w:after="0" w:line="240" w:lineRule="auto"/>
      </w:pPr>
      <w:r>
        <w:separator/>
      </w:r>
    </w:p>
  </w:endnote>
  <w:endnote w:type="continuationSeparator" w:id="0">
    <w:p w14:paraId="7B64FE33" w14:textId="77777777" w:rsidR="00EF20E9" w:rsidRDefault="00EF20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51A2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781AEB" w14:textId="46812C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AD566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D88DA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BE15A9" w14:textId="77777777" w:rsidR="00F1715C" w:rsidRDefault="00F1715C" w:rsidP="00D831A3">
          <w:pPr>
            <w:pStyle w:val="Zpat"/>
          </w:pPr>
        </w:p>
      </w:tc>
    </w:tr>
  </w:tbl>
  <w:p w14:paraId="43D011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3412A5" wp14:editId="78BC2C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FCFA3D" wp14:editId="3518D5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B42E1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CDDF6" w14:textId="0D0209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47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47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4C084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6E734F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E783A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2B37A8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A70A8D1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F094BF8" w14:textId="77777777" w:rsidR="00F1715C" w:rsidRDefault="00F1715C" w:rsidP="00460660">
          <w:pPr>
            <w:pStyle w:val="Zpat"/>
          </w:pPr>
        </w:p>
      </w:tc>
    </w:tr>
  </w:tbl>
  <w:p w14:paraId="2559807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CD11B03" wp14:editId="6D060E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7061E6" wp14:editId="1E6864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5A18FE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1E295" w14:textId="77777777" w:rsidR="00EF20E9" w:rsidRDefault="00EF20E9" w:rsidP="00962258">
      <w:pPr>
        <w:spacing w:after="0" w:line="240" w:lineRule="auto"/>
      </w:pPr>
      <w:r>
        <w:separator/>
      </w:r>
    </w:p>
  </w:footnote>
  <w:footnote w:type="continuationSeparator" w:id="0">
    <w:p w14:paraId="0412E0B1" w14:textId="77777777" w:rsidR="00EF20E9" w:rsidRDefault="00EF20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310C6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3765D0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DADC9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4E2012" w14:textId="77777777" w:rsidR="00F1715C" w:rsidRPr="00D6163D" w:rsidRDefault="00F1715C" w:rsidP="00D6163D">
          <w:pPr>
            <w:pStyle w:val="Druhdokumentu"/>
          </w:pPr>
        </w:p>
      </w:tc>
    </w:tr>
  </w:tbl>
  <w:p w14:paraId="39B4EE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0418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68547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7CA7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293C89" w14:textId="77777777" w:rsidR="00F1715C" w:rsidRPr="00D6163D" w:rsidRDefault="00F1715C" w:rsidP="00FC6389">
          <w:pPr>
            <w:pStyle w:val="Druhdokumentu"/>
          </w:pPr>
        </w:p>
      </w:tc>
    </w:tr>
    <w:tr w:rsidR="009F392E" w14:paraId="58A504C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1AB09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F567D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9DC53F" w14:textId="77777777" w:rsidR="009F392E" w:rsidRPr="00D6163D" w:rsidRDefault="009F392E" w:rsidP="00FC6389">
          <w:pPr>
            <w:pStyle w:val="Druhdokumentu"/>
          </w:pPr>
        </w:p>
      </w:tc>
    </w:tr>
  </w:tbl>
  <w:p w14:paraId="4DB5797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4CAD7D9" wp14:editId="44C74C9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00EFD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A2442"/>
    <w:multiLevelType w:val="hybridMultilevel"/>
    <w:tmpl w:val="C8700C14"/>
    <w:lvl w:ilvl="0" w:tplc="F2B6A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9E95CF6"/>
    <w:multiLevelType w:val="hybridMultilevel"/>
    <w:tmpl w:val="1F24248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B3184"/>
    <w:multiLevelType w:val="hybridMultilevel"/>
    <w:tmpl w:val="910AC0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880756"/>
    <w:multiLevelType w:val="hybridMultilevel"/>
    <w:tmpl w:val="27C660D2"/>
    <w:lvl w:ilvl="0" w:tplc="2A0C8C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6FF30915"/>
    <w:multiLevelType w:val="hybridMultilevel"/>
    <w:tmpl w:val="F288F306"/>
    <w:lvl w:ilvl="0" w:tplc="0AA24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6" w15:restartNumberingAfterBreak="0">
    <w:nsid w:val="7D613831"/>
    <w:multiLevelType w:val="hybridMultilevel"/>
    <w:tmpl w:val="7FDA5F5E"/>
    <w:lvl w:ilvl="0" w:tplc="74D0AA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4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4"/>
  </w:num>
  <w:num w:numId="29">
    <w:abstractNumId w:val="5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1"/>
  </w:num>
  <w:num w:numId="35">
    <w:abstractNumId w:val="15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 w:numId="36">
    <w:abstractNumId w:val="3"/>
  </w:num>
  <w:num w:numId="37">
    <w:abstractNumId w:val="9"/>
  </w:num>
  <w:num w:numId="38">
    <w:abstractNumId w:val="13"/>
  </w:num>
  <w:num w:numId="39">
    <w:abstractNumId w:val="16"/>
  </w:num>
  <w:num w:numId="40">
    <w:abstractNumId w:val="1"/>
  </w:num>
  <w:num w:numId="4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5735A"/>
    <w:rsid w:val="00072C1E"/>
    <w:rsid w:val="00090454"/>
    <w:rsid w:val="00095E9E"/>
    <w:rsid w:val="000A4744"/>
    <w:rsid w:val="000C3C21"/>
    <w:rsid w:val="000C53E9"/>
    <w:rsid w:val="000E2248"/>
    <w:rsid w:val="000E23A7"/>
    <w:rsid w:val="000E4423"/>
    <w:rsid w:val="000E44B6"/>
    <w:rsid w:val="000E63D6"/>
    <w:rsid w:val="000F1450"/>
    <w:rsid w:val="0010693F"/>
    <w:rsid w:val="00114472"/>
    <w:rsid w:val="001369E4"/>
    <w:rsid w:val="001550BC"/>
    <w:rsid w:val="001605B9"/>
    <w:rsid w:val="00170EC5"/>
    <w:rsid w:val="001747C1"/>
    <w:rsid w:val="00181AE4"/>
    <w:rsid w:val="00184743"/>
    <w:rsid w:val="001C01C8"/>
    <w:rsid w:val="00207DF5"/>
    <w:rsid w:val="002456A1"/>
    <w:rsid w:val="00280E07"/>
    <w:rsid w:val="002A55F2"/>
    <w:rsid w:val="002C31BF"/>
    <w:rsid w:val="002C3AB3"/>
    <w:rsid w:val="002D08B1"/>
    <w:rsid w:val="002E0CD7"/>
    <w:rsid w:val="002E54F9"/>
    <w:rsid w:val="00336BEC"/>
    <w:rsid w:val="00341DCF"/>
    <w:rsid w:val="00346133"/>
    <w:rsid w:val="00357BC6"/>
    <w:rsid w:val="00367EAA"/>
    <w:rsid w:val="00390605"/>
    <w:rsid w:val="003956C6"/>
    <w:rsid w:val="003B17C3"/>
    <w:rsid w:val="003B71C1"/>
    <w:rsid w:val="003F2FD1"/>
    <w:rsid w:val="00413672"/>
    <w:rsid w:val="0041655B"/>
    <w:rsid w:val="00441430"/>
    <w:rsid w:val="00450CD9"/>
    <w:rsid w:val="00450F07"/>
    <w:rsid w:val="00453CD3"/>
    <w:rsid w:val="00460660"/>
    <w:rsid w:val="00463F74"/>
    <w:rsid w:val="00486107"/>
    <w:rsid w:val="00491827"/>
    <w:rsid w:val="004A2715"/>
    <w:rsid w:val="004A7864"/>
    <w:rsid w:val="004A79AC"/>
    <w:rsid w:val="004B348C"/>
    <w:rsid w:val="004C281B"/>
    <w:rsid w:val="004C4399"/>
    <w:rsid w:val="004C787C"/>
    <w:rsid w:val="004D1523"/>
    <w:rsid w:val="004E143C"/>
    <w:rsid w:val="004E3A53"/>
    <w:rsid w:val="004E6CDE"/>
    <w:rsid w:val="004F20BC"/>
    <w:rsid w:val="004F4B9B"/>
    <w:rsid w:val="004F69EA"/>
    <w:rsid w:val="00511AB9"/>
    <w:rsid w:val="00523EA7"/>
    <w:rsid w:val="005248DA"/>
    <w:rsid w:val="00535F91"/>
    <w:rsid w:val="00553375"/>
    <w:rsid w:val="00557C28"/>
    <w:rsid w:val="00561F02"/>
    <w:rsid w:val="005736B7"/>
    <w:rsid w:val="00575E5A"/>
    <w:rsid w:val="00585EBC"/>
    <w:rsid w:val="00594CC9"/>
    <w:rsid w:val="005B6DDA"/>
    <w:rsid w:val="005E03C7"/>
    <w:rsid w:val="005F1404"/>
    <w:rsid w:val="0061068E"/>
    <w:rsid w:val="006177DB"/>
    <w:rsid w:val="0065152F"/>
    <w:rsid w:val="00657206"/>
    <w:rsid w:val="00660AD3"/>
    <w:rsid w:val="00670FC5"/>
    <w:rsid w:val="00677B7F"/>
    <w:rsid w:val="006A5570"/>
    <w:rsid w:val="006A689C"/>
    <w:rsid w:val="006B3D79"/>
    <w:rsid w:val="006C7FCD"/>
    <w:rsid w:val="006D7AFE"/>
    <w:rsid w:val="006E0578"/>
    <w:rsid w:val="006E314D"/>
    <w:rsid w:val="00710723"/>
    <w:rsid w:val="00714A8F"/>
    <w:rsid w:val="00716B0F"/>
    <w:rsid w:val="00723ED1"/>
    <w:rsid w:val="007347C5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1638"/>
    <w:rsid w:val="008D03B9"/>
    <w:rsid w:val="008F18D6"/>
    <w:rsid w:val="00904780"/>
    <w:rsid w:val="00915883"/>
    <w:rsid w:val="009205B1"/>
    <w:rsid w:val="00922385"/>
    <w:rsid w:val="009223DF"/>
    <w:rsid w:val="00923DE9"/>
    <w:rsid w:val="00936091"/>
    <w:rsid w:val="00940D8A"/>
    <w:rsid w:val="00952784"/>
    <w:rsid w:val="00962258"/>
    <w:rsid w:val="009678B7"/>
    <w:rsid w:val="00971A79"/>
    <w:rsid w:val="009833E1"/>
    <w:rsid w:val="00992D9C"/>
    <w:rsid w:val="00996CB8"/>
    <w:rsid w:val="009B14A9"/>
    <w:rsid w:val="009B2E97"/>
    <w:rsid w:val="009C7C87"/>
    <w:rsid w:val="009D51ED"/>
    <w:rsid w:val="009E07F4"/>
    <w:rsid w:val="009E567A"/>
    <w:rsid w:val="009F392E"/>
    <w:rsid w:val="009F772C"/>
    <w:rsid w:val="00A00D54"/>
    <w:rsid w:val="00A57B7F"/>
    <w:rsid w:val="00A6177B"/>
    <w:rsid w:val="00A6224F"/>
    <w:rsid w:val="00A638ED"/>
    <w:rsid w:val="00A66136"/>
    <w:rsid w:val="00A756D0"/>
    <w:rsid w:val="00AA4CBB"/>
    <w:rsid w:val="00AA65FA"/>
    <w:rsid w:val="00AA7351"/>
    <w:rsid w:val="00AD056F"/>
    <w:rsid w:val="00AD6731"/>
    <w:rsid w:val="00AF7FBC"/>
    <w:rsid w:val="00B01A74"/>
    <w:rsid w:val="00B106BB"/>
    <w:rsid w:val="00B11ED3"/>
    <w:rsid w:val="00B15D0D"/>
    <w:rsid w:val="00B57516"/>
    <w:rsid w:val="00B64285"/>
    <w:rsid w:val="00B6547F"/>
    <w:rsid w:val="00B75EE1"/>
    <w:rsid w:val="00B77481"/>
    <w:rsid w:val="00B8518B"/>
    <w:rsid w:val="00BD7E91"/>
    <w:rsid w:val="00C02D0A"/>
    <w:rsid w:val="00C03A6E"/>
    <w:rsid w:val="00C44F6A"/>
    <w:rsid w:val="00C47AE3"/>
    <w:rsid w:val="00C74EFE"/>
    <w:rsid w:val="00C90E90"/>
    <w:rsid w:val="00CB50FF"/>
    <w:rsid w:val="00CD1FC4"/>
    <w:rsid w:val="00CF5E26"/>
    <w:rsid w:val="00D21061"/>
    <w:rsid w:val="00D31BAC"/>
    <w:rsid w:val="00D4108E"/>
    <w:rsid w:val="00D46ED4"/>
    <w:rsid w:val="00D6163D"/>
    <w:rsid w:val="00D73D46"/>
    <w:rsid w:val="00D831A3"/>
    <w:rsid w:val="00DB0A32"/>
    <w:rsid w:val="00DC75F3"/>
    <w:rsid w:val="00DD46F3"/>
    <w:rsid w:val="00DE56F2"/>
    <w:rsid w:val="00DF116D"/>
    <w:rsid w:val="00DF14E6"/>
    <w:rsid w:val="00DF3938"/>
    <w:rsid w:val="00E1333E"/>
    <w:rsid w:val="00E3474F"/>
    <w:rsid w:val="00E36C4A"/>
    <w:rsid w:val="00E81887"/>
    <w:rsid w:val="00EB104F"/>
    <w:rsid w:val="00ED14BD"/>
    <w:rsid w:val="00EF20E9"/>
    <w:rsid w:val="00EF3BFB"/>
    <w:rsid w:val="00EF6356"/>
    <w:rsid w:val="00EF7AB3"/>
    <w:rsid w:val="00F0533E"/>
    <w:rsid w:val="00F1048D"/>
    <w:rsid w:val="00F12DEC"/>
    <w:rsid w:val="00F13E70"/>
    <w:rsid w:val="00F1715C"/>
    <w:rsid w:val="00F310F8"/>
    <w:rsid w:val="00F35939"/>
    <w:rsid w:val="00F35BB1"/>
    <w:rsid w:val="00F45607"/>
    <w:rsid w:val="00F53B4A"/>
    <w:rsid w:val="00F5558F"/>
    <w:rsid w:val="00F65214"/>
    <w:rsid w:val="00F659EB"/>
    <w:rsid w:val="00F825BD"/>
    <w:rsid w:val="00F83DFF"/>
    <w:rsid w:val="00F8660D"/>
    <w:rsid w:val="00F86BA6"/>
    <w:rsid w:val="00FA3E1C"/>
    <w:rsid w:val="00FC0E9F"/>
    <w:rsid w:val="00FC6389"/>
    <w:rsid w:val="00FE3694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6534E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83D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D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D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D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D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E9C08A-3D2A-42A2-8E36-6A3A433B8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5</cp:revision>
  <cp:lastPrinted>2017-11-28T17:18:00Z</cp:lastPrinted>
  <dcterms:created xsi:type="dcterms:W3CDTF">2021-09-07T13:51:00Z</dcterms:created>
  <dcterms:modified xsi:type="dcterms:W3CDTF">2021-09-07T13:55:00Z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